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50"/>
        <w:gridCol w:w="1218"/>
        <w:gridCol w:w="3264"/>
        <w:gridCol w:w="775"/>
        <w:gridCol w:w="125"/>
        <w:gridCol w:w="651"/>
        <w:gridCol w:w="775"/>
        <w:gridCol w:w="776"/>
        <w:gridCol w:w="775"/>
        <w:gridCol w:w="776"/>
        <w:gridCol w:w="775"/>
        <w:gridCol w:w="776"/>
      </w:tblGrid>
      <w:tr w:rsidR="006A3A59" w:rsidRPr="00976300" w14:paraId="445C2B69" w14:textId="77777777">
        <w:trPr>
          <w:trHeight w:val="281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A4871" w14:textId="77777777" w:rsidR="006A3A59" w:rsidRDefault="006A3A59" w:rsidP="006A3A59">
            <w:pPr>
              <w:pStyle w:val="Heading1"/>
              <w:rPr>
                <w:sz w:val="20"/>
                <w:szCs w:val="20"/>
              </w:rPr>
            </w:pPr>
            <w:r>
              <w:t xml:space="preserve">Lesson Title: </w:t>
            </w:r>
          </w:p>
        </w:tc>
        <w:tc>
          <w:tcPr>
            <w:tcW w:w="94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3366"/>
          </w:tcPr>
          <w:p w14:paraId="3F29DEFB" w14:textId="77777777" w:rsidR="006A3A59" w:rsidRPr="000D37DC" w:rsidRDefault="00AA4532" w:rsidP="006A3A59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Theme Video</w:t>
            </w:r>
          </w:p>
        </w:tc>
      </w:tr>
      <w:tr w:rsidR="006A3A59" w:rsidRPr="00976300" w14:paraId="58B96998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A2806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Teacher: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E2F97" w14:textId="77777777" w:rsidR="006A3A59" w:rsidRPr="00976300" w:rsidRDefault="00AA4532" w:rsidP="006A3A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Blickenstaff</w:t>
            </w:r>
            <w:proofErr w:type="spellEnd"/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4A3A6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Hour:</w:t>
            </w:r>
            <w:r w:rsidR="00AA4532">
              <w:rPr>
                <w:rFonts w:ascii="Arial" w:hAnsi="Arial" w:cs="Arial"/>
                <w:b/>
                <w:sz w:val="20"/>
                <w:szCs w:val="20"/>
              </w:rPr>
              <w:t xml:space="preserve"> 4/5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6F172" w14:textId="77777777" w:rsidR="006A3A59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A59" w:rsidRPr="00976300" w14:paraId="420AA57A" w14:textId="77777777">
        <w:trPr>
          <w:trHeight w:val="296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4DB7C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Week: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51A23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86E62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F6BE1" w14:textId="77777777" w:rsidR="006A3A59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A59" w:rsidRPr="00976300" w14:paraId="4584063D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B1436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Unit: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31BC1" w14:textId="77777777" w:rsidR="006A3A59" w:rsidRPr="00976300" w:rsidRDefault="00AA4532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Theme speech/video/presentation</w:t>
            </w:r>
          </w:p>
        </w:tc>
        <w:tc>
          <w:tcPr>
            <w:tcW w:w="62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CA78A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Target Grade Level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AA4532">
              <w:rPr>
                <w:rFonts w:ascii="Arial" w:hAnsi="Arial" w:cs="Arial"/>
                <w:b/>
                <w:sz w:val="20"/>
                <w:szCs w:val="20"/>
              </w:rPr>
              <w:t>7th</w:t>
            </w:r>
          </w:p>
        </w:tc>
      </w:tr>
      <w:tr w:rsidR="006A3A59" w:rsidRPr="00976300" w14:paraId="24C6BA3E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03955" w14:textId="77777777" w:rsidR="006A3A59" w:rsidRPr="00F767FE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ourse</w:t>
            </w:r>
            <w:r w:rsidRPr="00F767F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476A7" w14:textId="77777777" w:rsidR="006A3A59" w:rsidRPr="00976300" w:rsidRDefault="00AA4532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8B969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DDBB1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1FA87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4F618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1C386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6A620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FE72C" w14:textId="77777777" w:rsidR="006A3A59" w:rsidRPr="00976300" w:rsidRDefault="006A3A59" w:rsidP="006A3A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4831D" w14:textId="77777777" w:rsidR="006A3A59" w:rsidRPr="00976300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E393AB" w14:textId="77777777" w:rsidR="006A3A59" w:rsidRDefault="00833F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71D826B0">
          <v:rect id="_x0000_i1025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9108"/>
      </w:tblGrid>
      <w:tr w:rsidR="006A3A59" w14:paraId="42BD4568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13A4FB57" w14:textId="77777777" w:rsidR="006A3A59" w:rsidRPr="006A3A59" w:rsidRDefault="006A3A59" w:rsidP="006A3A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Learning Target(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E198" w14:textId="77777777" w:rsidR="006A3A59" w:rsidRPr="00126709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will choose and use persuasive words, audio and images for their audience.  Students </w:t>
            </w:r>
          </w:p>
        </w:tc>
      </w:tr>
      <w:tr w:rsidR="006A3A59" w14:paraId="12A5B730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721C81AB" w14:textId="77777777" w:rsidR="006A3A59" w:rsidRPr="006A3A59" w:rsidRDefault="006A3A59" w:rsidP="006A3A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Criteria for Success: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639F" w14:textId="77777777" w:rsidR="006A3A59" w:rsidRPr="00126709" w:rsidRDefault="001354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Choose words, audio, and images to persuade an audience of peers.</w:t>
            </w:r>
          </w:p>
        </w:tc>
      </w:tr>
      <w:tr w:rsidR="006A3A59" w14:paraId="30DD74F8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7A71598B" w14:textId="77777777" w:rsidR="006A3A59" w:rsidRDefault="006A3A59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Progression of Learning: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10AC" w14:textId="77777777" w:rsidR="006A3A59" w:rsidRPr="00126709" w:rsidRDefault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DD29CE" w14:textId="77777777" w:rsidR="006A3A59" w:rsidRDefault="00833F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0C513290">
          <v:rect id="_x0000_i1026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3780"/>
        <w:gridCol w:w="3780"/>
        <w:gridCol w:w="3780"/>
      </w:tblGrid>
      <w:tr w:rsidR="009D4B6F" w:rsidRPr="009C5B29" w14:paraId="2D081A0C" w14:textId="77777777">
        <w:trPr>
          <w:trHeight w:val="180"/>
        </w:trPr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9AA43" w14:textId="77777777" w:rsidR="009D4B6F" w:rsidRPr="009C5B29" w:rsidRDefault="009D4B6F" w:rsidP="009D4B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Content Area Standards, Essential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Learnings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, and Evidence Outcomes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F25B1CC" w14:textId="77777777" w:rsidR="009D4B6F" w:rsidRPr="009C5B29" w:rsidRDefault="009D4B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E4585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Skills and Abilities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29057" w14:textId="77777777" w:rsidR="009D4B6F" w:rsidRPr="009C5B29" w:rsidRDefault="00F27A0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ISTE NET-S, ITEEA, or L4</w:t>
            </w:r>
            <w:r w:rsidR="009D4B6F">
              <w:rPr>
                <w:rFonts w:ascii="Arial" w:hAnsi="Arial" w:cs="Arial"/>
                <w:b/>
                <w:sz w:val="20"/>
                <w:szCs w:val="20"/>
              </w:rPr>
              <w:t xml:space="preserve">L Standards Addressed </w:t>
            </w:r>
          </w:p>
        </w:tc>
      </w:tr>
      <w:tr w:rsidR="009D4B6F" w14:paraId="4324BC63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2ADBF9EE" w14:textId="77777777" w:rsidR="009D4B6F" w:rsidRDefault="009D4B6F" w:rsidP="00E458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0FE272" w14:textId="77777777" w:rsidR="009D4B6F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Reading/LA 1.1 Formal presentations require preparation and effective delivery, 2.3 Purpose, tone and meaning in writing (persuasive), ELA 1 and 2 English language learners communicate for social purpose and in the content area of language arts.</w:t>
            </w:r>
          </w:p>
          <w:p w14:paraId="006F1818" w14:textId="77777777" w:rsidR="009D4B6F" w:rsidRPr="00126709" w:rsidRDefault="009D4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BFAAE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Collaboration and Teamwork</w:t>
            </w:r>
          </w:p>
          <w:p w14:paraId="1DCCB444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Critical Thinking, Reasoning, and Problem Solving</w:t>
            </w:r>
          </w:p>
          <w:p w14:paraId="512C457B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Invention, Innovation, and Creativity</w:t>
            </w:r>
          </w:p>
          <w:p w14:paraId="2A72630A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Self-Direction</w:t>
            </w:r>
          </w:p>
          <w:p w14:paraId="014E4AEE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Information Literacy</w:t>
            </w:r>
          </w:p>
          <w:p w14:paraId="339D4D33" w14:textId="77777777" w:rsidR="009D4B6F" w:rsidRPr="009D4B6F" w:rsidRDefault="009D4B6F" w:rsidP="009D4B6F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Global Awareness</w:t>
            </w:r>
          </w:p>
          <w:p w14:paraId="34A774F9" w14:textId="77777777" w:rsidR="009D4B6F" w:rsidRDefault="009D4B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3F3277" w14:textId="77777777" w:rsidR="009D4B6F" w:rsidRPr="009D4B6F" w:rsidRDefault="009D4B6F" w:rsidP="009D4B6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Inquiry Questions</w:t>
            </w:r>
          </w:p>
          <w:p w14:paraId="6E7FAB53" w14:textId="77777777" w:rsidR="009D4B6F" w:rsidRDefault="009D4B6F" w:rsidP="009D4B6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Relevance and Application</w:t>
            </w:r>
          </w:p>
          <w:p w14:paraId="32DC782A" w14:textId="77777777" w:rsidR="009D4B6F" w:rsidRPr="009D4B6F" w:rsidRDefault="009D4B6F" w:rsidP="009D4B6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 xml:space="preserve">Nature of Discipline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4EFABFCB" w14:textId="77777777" w:rsidR="00833FA6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ISTE: </w:t>
            </w:r>
          </w:p>
          <w:p w14:paraId="049CB51A" w14:textId="77777777" w:rsidR="00833FA6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1b, 2b, 4a</w:t>
            </w:r>
          </w:p>
          <w:p w14:paraId="0ADC5E92" w14:textId="77777777" w:rsidR="00833FA6" w:rsidRPr="00126709" w:rsidRDefault="00833F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5C0864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 w:rsidRPr="009C5B29" w14:paraId="3796EDA7" w14:textId="77777777">
        <w:trPr>
          <w:trHeight w:val="180"/>
        </w:trPr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AC9C8" w14:textId="77777777" w:rsidR="006A3A59" w:rsidRPr="009C5B2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Pre-Assessment</w:t>
            </w:r>
            <w:r w:rsidR="00E4585C"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4DBD566" w14:textId="77777777" w:rsidR="006A3A59" w:rsidRPr="009C5B2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96786E" w14:textId="77777777" w:rsidR="006A3A59" w:rsidRPr="009C5B2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Post-Assessment</w:t>
            </w:r>
            <w:r w:rsidR="00E4585C"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</w:tr>
      <w:tr w:rsidR="006A3A59" w14:paraId="07183F7A" w14:textId="77777777">
        <w:trPr>
          <w:trHeight w:val="836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3427E367" w14:textId="77777777" w:rsidR="006A3A59" w:rsidRPr="00126709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Rough draft of theme speech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BC80C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6B466832" w14:textId="77777777" w:rsidR="006A3A59" w:rsidRPr="00126709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See attached rubric</w:t>
            </w:r>
          </w:p>
        </w:tc>
      </w:tr>
    </w:tbl>
    <w:p w14:paraId="4847E1CB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 w14:paraId="7646EE00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AE049D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Differentiation Strategies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F3A2AD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47DB3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</w:t>
            </w:r>
            <w:r w:rsidR="00AD1B4E">
              <w:rPr>
                <w:rFonts w:ascii="Arial" w:hAnsi="Arial" w:cs="Arial"/>
                <w:b/>
                <w:sz w:val="20"/>
                <w:szCs w:val="20"/>
              </w:rPr>
              <w:t xml:space="preserve"> Research Based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Instruction Strategies</w:t>
            </w:r>
          </w:p>
        </w:tc>
      </w:tr>
      <w:tr w:rsidR="006A3A59" w14:paraId="5B36BE6A" w14:textId="77777777">
        <w:trPr>
          <w:trHeight w:val="150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1A257C20" w14:textId="77777777" w:rsidR="006A3A59" w:rsidRPr="00126709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are allowed to work at their own pace and with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their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choice of tool.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7907F" w14:textId="77777777" w:rsidR="006A3A59" w:rsidRDefault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420F2CCE" w14:textId="77777777" w:rsidR="006A3A59" w:rsidRPr="00126709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receive written, oral, visual, and hands-on instruction.</w:t>
            </w:r>
          </w:p>
        </w:tc>
      </w:tr>
    </w:tbl>
    <w:p w14:paraId="5E33D1B5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3D78E6" w14:paraId="7A343F00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0E77F" w14:textId="77777777"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Technology Materials and Resources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EBDA558" w14:textId="77777777" w:rsidR="003D78E6" w:rsidRDefault="003D78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7CC8E8" w14:textId="77777777" w:rsidR="003D78E6" w:rsidRDefault="003D78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Other Materials and Resources </w:t>
            </w:r>
          </w:p>
        </w:tc>
      </w:tr>
      <w:tr w:rsidR="003D78E6" w14:paraId="212E84D8" w14:textId="77777777">
        <w:trPr>
          <w:trHeight w:val="1484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4161D138" w14:textId="77777777" w:rsidR="003D78E6" w:rsidRPr="00126709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Masher.com, animoto.com, onetruemedia.com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A432AD" w14:textId="77777777" w:rsidR="003D78E6" w:rsidRDefault="003D78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1638EED1" w14:textId="77777777" w:rsidR="003D78E6" w:rsidRPr="00126709" w:rsidRDefault="00833F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 checklists and student model for theme speech from Milestones, Level B (ELA middle school text)</w:t>
            </w:r>
          </w:p>
        </w:tc>
      </w:tr>
    </w:tbl>
    <w:p w14:paraId="10AB1FCC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3D78E6" w14:paraId="615AC5A5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EF99F9" w14:textId="77777777"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Student Self-Assessment Strategies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5F29628" w14:textId="77777777"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777F47" w14:textId="77777777"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 Goal Setting Strategies</w:t>
            </w:r>
          </w:p>
        </w:tc>
      </w:tr>
      <w:tr w:rsidR="003D78E6" w14:paraId="74DE8984" w14:textId="77777777">
        <w:trPr>
          <w:trHeight w:val="1790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725D38B5" w14:textId="77777777" w:rsidR="003D78E6" w:rsidRPr="00126709" w:rsidRDefault="00833FA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Writing checklist to follow for writing speech and creating media presentation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57BED" w14:textId="77777777" w:rsidR="003D78E6" w:rsidRDefault="003D78E6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53801CD2" w14:textId="77777777" w:rsidR="003D78E6" w:rsidRPr="00126709" w:rsidRDefault="003D78E6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4E7601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p w14:paraId="1511D151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p w14:paraId="6797D8CE" w14:textId="77777777" w:rsidR="003D78E6" w:rsidRDefault="003D78E6">
      <w:pPr>
        <w:rPr>
          <w:rFonts w:ascii="Arial" w:hAnsi="Arial" w:cs="Arial"/>
          <w:b/>
          <w:sz w:val="20"/>
          <w:szCs w:val="20"/>
        </w:rPr>
      </w:pPr>
    </w:p>
    <w:p w14:paraId="47654282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 w14:paraId="6E2EE0C1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54FBE" w14:textId="77777777" w:rsidR="006A3A59" w:rsidRDefault="00E4585C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1 Interventions (Universal</w:t>
            </w:r>
            <w:r w:rsidR="006A3A59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3D78E6">
              <w:rPr>
                <w:rFonts w:ascii="Arial" w:hAnsi="Arial" w:cs="Arial"/>
                <w:b/>
                <w:sz w:val="20"/>
                <w:szCs w:val="20"/>
              </w:rPr>
              <w:t xml:space="preserve">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0C0EFAF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B7E73E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Strategically Planned Questions</w:t>
            </w:r>
          </w:p>
        </w:tc>
      </w:tr>
      <w:tr w:rsidR="006A3A59" w14:paraId="0B251D79" w14:textId="77777777">
        <w:trPr>
          <w:trHeight w:val="294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177144E7" w14:textId="77777777" w:rsidR="006A3A59" w:rsidRDefault="00A03CB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Use of Jing to record how-to videos students can refer back to.  </w:t>
            </w:r>
          </w:p>
          <w:p w14:paraId="6F6CFDE6" w14:textId="77777777" w:rsidR="00A03CB6" w:rsidRDefault="00A03CB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 models for speech and media presentation.</w:t>
            </w:r>
          </w:p>
          <w:p w14:paraId="4355524C" w14:textId="77777777" w:rsidR="00A03CB6" w:rsidRPr="00126709" w:rsidRDefault="00A03CB6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2FD42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13FAAA0A" w14:textId="77777777" w:rsidR="006A3A59" w:rsidRDefault="00833FA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can the theme you chose unite our school?</w:t>
            </w:r>
          </w:p>
          <w:p w14:paraId="125A0C0A" w14:textId="77777777" w:rsidR="00833FA6" w:rsidRDefault="00833FA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Why did you choose these words to persuade your audience?</w:t>
            </w:r>
          </w:p>
          <w:p w14:paraId="238C9D46" w14:textId="77777777" w:rsidR="00833FA6" w:rsidRDefault="00833FA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do you want your audience to react to your presentation?</w:t>
            </w:r>
          </w:p>
          <w:p w14:paraId="647A3E66" w14:textId="77777777" w:rsidR="00833FA6" w:rsidRDefault="00833FA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Why is your theme important?</w:t>
            </w:r>
          </w:p>
          <w:p w14:paraId="40B8C332" w14:textId="77777777" w:rsidR="00833FA6" w:rsidRPr="00126709" w:rsidRDefault="00833FA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What are some examples of a person </w:t>
            </w:r>
            <w:r w:rsidR="00A03CB6">
              <w:rPr>
                <w:rFonts w:ascii="Arial" w:hAnsi="Arial" w:cs="Arial"/>
                <w:sz w:val="20"/>
                <w:szCs w:val="20"/>
              </w:rPr>
              <w:t>following your theme?</w:t>
            </w:r>
          </w:p>
        </w:tc>
      </w:tr>
    </w:tbl>
    <w:p w14:paraId="29E8694D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 w14:paraId="03820CD4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C673E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2 Interventions (Targeted)</w:t>
            </w:r>
            <w:r w:rsidR="003D78E6">
              <w:rPr>
                <w:rFonts w:ascii="Arial" w:hAnsi="Arial" w:cs="Arial"/>
                <w:b/>
                <w:sz w:val="20"/>
                <w:szCs w:val="20"/>
              </w:rPr>
              <w:t xml:space="preserve">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0B19F2C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34392C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</w:tr>
      <w:tr w:rsidR="006A3A59" w14:paraId="052A29D1" w14:textId="77777777">
        <w:trPr>
          <w:trHeight w:val="3203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2F32CB34" w14:textId="77777777" w:rsidR="00A03CB6" w:rsidRDefault="00A03CB6" w:rsidP="00A03C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Peer-revisions</w:t>
            </w:r>
          </w:p>
          <w:p w14:paraId="4AAA477B" w14:textId="77777777" w:rsidR="00A03CB6" w:rsidRPr="00126709" w:rsidRDefault="00A03CB6" w:rsidP="00A03C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Extra time to use the technology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51F5E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6B10F8EA" w14:textId="77777777" w:rsidR="006A3A59" w:rsidRPr="00126709" w:rsidRDefault="00A03CB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Persuade, theme, audience, media, text, upload, timeline, image, </w:t>
            </w:r>
          </w:p>
        </w:tc>
      </w:tr>
    </w:tbl>
    <w:p w14:paraId="3D92D8DE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6A3A59" w14:paraId="1AF04172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96A15A" w14:textId="77777777" w:rsidR="006A3A59" w:rsidRDefault="00E4585C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3 Interventions (Intensive)</w:t>
            </w:r>
            <w:r w:rsidR="003D78E6">
              <w:rPr>
                <w:rFonts w:ascii="Arial" w:hAnsi="Arial" w:cs="Arial"/>
                <w:b/>
                <w:sz w:val="20"/>
                <w:szCs w:val="20"/>
              </w:rPr>
              <w:t xml:space="preserve">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EB8D855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4FF82A" w14:textId="77777777" w:rsidR="006A3A59" w:rsidRDefault="00AD1B4E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ELL Strategies</w:t>
            </w:r>
          </w:p>
        </w:tc>
      </w:tr>
      <w:tr w:rsidR="006A3A59" w14:paraId="01CC09BA" w14:textId="77777777">
        <w:trPr>
          <w:trHeight w:val="258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0E0B7242" w14:textId="77777777" w:rsidR="00A03CB6" w:rsidRDefault="00A03CB6" w:rsidP="00A03C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Have individual students revise speech with their tutor or in resource class.</w:t>
            </w:r>
          </w:p>
          <w:p w14:paraId="682AF829" w14:textId="77777777" w:rsidR="006A3A59" w:rsidRPr="00126709" w:rsidRDefault="006A3A59" w:rsidP="006A3A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F20D9" w14:textId="77777777" w:rsidR="006A3A59" w:rsidRDefault="006A3A59" w:rsidP="006A3A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4F1C0A82" w14:textId="77777777" w:rsidR="006A3A59" w:rsidRPr="00126709" w:rsidRDefault="00A03CB6" w:rsidP="006A3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Modeling, visuals, repetition, rehearsal, peer-editing, read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alouds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checklists</w:t>
            </w:r>
          </w:p>
        </w:tc>
      </w:tr>
    </w:tbl>
    <w:p w14:paraId="0B9DD8A6" w14:textId="77777777" w:rsidR="00E4585C" w:rsidRDefault="00E4585C">
      <w:pPr>
        <w:rPr>
          <w:rFonts w:ascii="Arial" w:hAnsi="Arial" w:cs="Arial"/>
          <w:b/>
          <w:sz w:val="20"/>
          <w:szCs w:val="20"/>
        </w:rPr>
      </w:pPr>
    </w:p>
    <w:p w14:paraId="418D1500" w14:textId="77777777" w:rsidR="006A3A59" w:rsidRDefault="006A3A5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1405"/>
        <w:gridCol w:w="8489"/>
        <w:gridCol w:w="1266"/>
      </w:tblGrid>
      <w:tr w:rsidR="003D78E6" w14:paraId="2B401BE2" w14:textId="77777777">
        <w:trPr>
          <w:trHeight w:val="855"/>
        </w:trPr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6B706A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C471BE" w14:textId="77777777" w:rsidR="003D78E6" w:rsidRDefault="003D78E6" w:rsidP="006A3A59">
            <w:pPr>
              <w:pStyle w:val="Heading1"/>
            </w:pPr>
            <w:r>
              <w:t>Activities and Lesson Procedures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4C5AB2" w14:textId="77777777" w:rsidR="003D78E6" w:rsidRDefault="003D78E6" w:rsidP="006A3A59">
            <w:pPr>
              <w:pStyle w:val="Heading1"/>
            </w:pPr>
            <w:r>
              <w:t>Pacing</w:t>
            </w:r>
          </w:p>
        </w:tc>
      </w:tr>
      <w:tr w:rsidR="003D78E6" w14:paraId="4B1CF80F" w14:textId="77777777">
        <w:trPr>
          <w:trHeight w:val="71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557A6FF0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Motivation (hook)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552524ED" w14:textId="77777777" w:rsidR="003D78E6" w:rsidRPr="00DF4324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Remember what happened at our school as a result of the Halloween decorating contest?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0D0670AB" w14:textId="77777777" w:rsidR="003D78E6" w:rsidRPr="00DF4324" w:rsidRDefault="003D78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8E6" w14:paraId="7356660E" w14:textId="77777777">
        <w:trPr>
          <w:trHeight w:val="932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31652A2C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110FA1D8" w14:textId="77777777" w:rsidR="003D78E6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What could we do to help unite all of the grades in our school?  </w:t>
            </w:r>
          </w:p>
          <w:p w14:paraId="1FC0965D" w14:textId="77777777" w:rsidR="00A03CB6" w:rsidRPr="00DF4324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 theme speech student model.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3A553EC9" w14:textId="77777777" w:rsidR="003D78E6" w:rsidRPr="00DF4324" w:rsidRDefault="003D78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8E6" w14:paraId="51708FF9" w14:textId="77777777">
        <w:trPr>
          <w:trHeight w:val="1864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54961A66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Direct Teaching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1D7FA9E0" w14:textId="77777777" w:rsidR="003D78E6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Whole class brainstorm of different themes.</w:t>
            </w:r>
          </w:p>
          <w:p w14:paraId="45A4C2A7" w14:textId="77777777" w:rsidR="00A03CB6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to write an effective introduction.</w:t>
            </w:r>
          </w:p>
          <w:p w14:paraId="5CCC570F" w14:textId="77777777" w:rsidR="00A03CB6" w:rsidRPr="00DF4324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 and write two specific examples.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2634C4D9" w14:textId="77777777" w:rsidR="003D78E6" w:rsidRPr="00DF4324" w:rsidRDefault="003D78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8E6" w14:paraId="1CD0A59C" w14:textId="77777777">
        <w:trPr>
          <w:trHeight w:val="1926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665026CF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Guided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2BEDCDDC" w14:textId="77777777" w:rsidR="003D78E6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choose theme and then create an idea web for their topic.</w:t>
            </w:r>
          </w:p>
          <w:p w14:paraId="5CFF31A9" w14:textId="77777777" w:rsidR="00A03CB6" w:rsidRPr="00DF4324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 assists individually and through Jing as students use the tool to create a presentation.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4520F7D6" w14:textId="77777777" w:rsidR="003D78E6" w:rsidRPr="00DF4324" w:rsidRDefault="003D78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8E6" w14:paraId="51E694C2" w14:textId="77777777">
        <w:trPr>
          <w:trHeight w:val="1853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0B6E157C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Feedback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193AF849" w14:textId="77777777" w:rsidR="003D78E6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Imagine yourself standing in front of your peers and talking directly to them.  Is this how you would talk to them?</w:t>
            </w:r>
          </w:p>
          <w:p w14:paraId="0653D1E1" w14:textId="77777777" w:rsidR="00A03CB6" w:rsidRDefault="00A03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Did you give </w:t>
            </w:r>
            <w:r w:rsidR="00135410">
              <w:rPr>
                <w:rFonts w:ascii="Arial" w:hAnsi="Arial" w:cs="Arial"/>
                <w:sz w:val="20"/>
                <w:szCs w:val="20"/>
              </w:rPr>
              <w:t>your audience</w:t>
            </w:r>
            <w:r>
              <w:rPr>
                <w:rFonts w:ascii="Arial" w:hAnsi="Arial" w:cs="Arial"/>
                <w:sz w:val="20"/>
                <w:szCs w:val="20"/>
              </w:rPr>
              <w:t xml:space="preserve"> a concrete example of what your theme looks like in practice?</w:t>
            </w:r>
          </w:p>
          <w:p w14:paraId="58A7518B" w14:textId="77777777" w:rsidR="00A03CB6" w:rsidRDefault="001354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Tell me how that image or video clip supports your theme.</w:t>
            </w:r>
          </w:p>
          <w:p w14:paraId="25F0332A" w14:textId="77777777" w:rsidR="00135410" w:rsidRDefault="001354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quote or phrase best sums up your theme?</w:t>
            </w:r>
          </w:p>
          <w:p w14:paraId="0AE79ACB" w14:textId="77777777" w:rsidR="00135410" w:rsidRPr="00DF4324" w:rsidRDefault="001354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can you appeal to your audience in the final sentences?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722A0AA0" w14:textId="77777777" w:rsidR="003D78E6" w:rsidRPr="00DF4324" w:rsidRDefault="003D78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8E6" w14:paraId="339D42AA" w14:textId="77777777">
        <w:trPr>
          <w:trHeight w:val="2330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15E5C167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Independent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2A39479D" w14:textId="77777777" w:rsidR="00135410" w:rsidRDefault="001354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write and revise their own speech.</w:t>
            </w:r>
          </w:p>
          <w:p w14:paraId="727D188A" w14:textId="77777777" w:rsidR="003D78E6" w:rsidRDefault="001354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Rehearsal for oral presentation.</w:t>
            </w:r>
          </w:p>
          <w:p w14:paraId="4423636A" w14:textId="3E1B9B3C" w:rsidR="00135410" w:rsidRPr="00DF4324" w:rsidRDefault="007946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Creation of video using the</w:t>
            </w:r>
            <w:bookmarkStart w:id="0" w:name="_GoBack"/>
            <w:bookmarkEnd w:id="0"/>
            <w:r w:rsidR="00135410">
              <w:rPr>
                <w:rFonts w:ascii="Arial" w:hAnsi="Arial" w:cs="Arial"/>
                <w:sz w:val="20"/>
                <w:szCs w:val="20"/>
              </w:rPr>
              <w:t xml:space="preserve"> selected tool.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1CA9A7F6" w14:textId="77777777" w:rsidR="003D78E6" w:rsidRPr="00DF4324" w:rsidRDefault="003D78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78E6" w14:paraId="08F2A0A0" w14:textId="77777777">
        <w:trPr>
          <w:trHeight w:val="2915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3133360" w14:textId="77777777" w:rsidR="003D78E6" w:rsidRDefault="003D78E6" w:rsidP="006A3A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Closure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02A6A586" w14:textId="77777777" w:rsidR="003D78E6" w:rsidRPr="00DF4324" w:rsidRDefault="001354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orally present their speech and then show their media presentation to an audience of peers.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4E28A945" w14:textId="77777777" w:rsidR="003D78E6" w:rsidRPr="00DF4324" w:rsidRDefault="003D78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08DB76" w14:textId="77777777" w:rsidR="006A3A59" w:rsidRDefault="006A3A59" w:rsidP="006A3A59"/>
    <w:sectPr w:rsidR="006A3A59" w:rsidSect="006A3A59">
      <w:footerReference w:type="default" r:id="rId8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4166C" w14:textId="77777777" w:rsidR="007946D3" w:rsidRDefault="007946D3">
      <w:r>
        <w:separator/>
      </w:r>
    </w:p>
  </w:endnote>
  <w:endnote w:type="continuationSeparator" w:id="0">
    <w:p w14:paraId="05E8BD56" w14:textId="77777777" w:rsidR="007946D3" w:rsidRDefault="0079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B6ACE" w14:textId="77777777" w:rsidR="007946D3" w:rsidRDefault="007946D3" w:rsidP="006A3A59">
    <w:pPr>
      <w:pStyle w:val="Footer"/>
      <w:jc w:val="center"/>
    </w:pPr>
    <w:r>
      <w:t xml:space="preserve">Page - </w:t>
    </w:r>
    <w:r>
      <w:fldChar w:fldCharType="begin"/>
    </w:r>
    <w:r>
      <w:instrText xml:space="preserve"> PAGE </w:instrText>
    </w:r>
    <w:r>
      <w:fldChar w:fldCharType="separate"/>
    </w:r>
    <w:r w:rsidR="001E7C21">
      <w:rPr>
        <w:noProof/>
      </w:rPr>
      <w:t>3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0D8546" w14:textId="77777777" w:rsidR="007946D3" w:rsidRDefault="007946D3">
      <w:r>
        <w:separator/>
      </w:r>
    </w:p>
  </w:footnote>
  <w:footnote w:type="continuationSeparator" w:id="0">
    <w:p w14:paraId="569E920C" w14:textId="77777777" w:rsidR="007946D3" w:rsidRDefault="00794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47D"/>
    <w:multiLevelType w:val="multilevel"/>
    <w:tmpl w:val="7DF80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F6415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17AF0"/>
    <w:multiLevelType w:val="hybridMultilevel"/>
    <w:tmpl w:val="7490577A"/>
    <w:lvl w:ilvl="0" w:tplc="FBAC86EC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F25E2"/>
    <w:multiLevelType w:val="hybridMultilevel"/>
    <w:tmpl w:val="05306BAC"/>
    <w:lvl w:ilvl="0" w:tplc="D376E682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07E2C"/>
    <w:multiLevelType w:val="multilevel"/>
    <w:tmpl w:val="05306BAC"/>
    <w:lvl w:ilvl="0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66CF1"/>
    <w:multiLevelType w:val="hybridMultilevel"/>
    <w:tmpl w:val="3A66D076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17902"/>
    <w:multiLevelType w:val="multilevel"/>
    <w:tmpl w:val="EED61F86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A6B23"/>
    <w:multiLevelType w:val="hybridMultilevel"/>
    <w:tmpl w:val="EED61F86"/>
    <w:lvl w:ilvl="0" w:tplc="A6B28F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89214A"/>
    <w:multiLevelType w:val="hybridMultilevel"/>
    <w:tmpl w:val="7DF8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532"/>
    <w:rsid w:val="00135410"/>
    <w:rsid w:val="001E7C21"/>
    <w:rsid w:val="00292592"/>
    <w:rsid w:val="003D78E6"/>
    <w:rsid w:val="006A3A59"/>
    <w:rsid w:val="007946D3"/>
    <w:rsid w:val="00833FA6"/>
    <w:rsid w:val="009D4B6F"/>
    <w:rsid w:val="00A03CB6"/>
    <w:rsid w:val="00AA4532"/>
    <w:rsid w:val="00AD1B4E"/>
    <w:rsid w:val="00E4585C"/>
    <w:rsid w:val="00F27A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0EC41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HD:Users:laureen:Downloads:Lesson%20Plan%20Template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Template-2.dotx</Template>
  <TotalTime>28</TotalTime>
  <Pages>3</Pages>
  <Words>574</Words>
  <Characters>3273</Characters>
  <Application>Microsoft Macintosh Word</Application>
  <DocSecurity>0</DocSecurity>
  <Lines>27</Lines>
  <Paragraphs>7</Paragraphs>
  <ScaleCrop>false</ScaleCrop>
  <Company>ECSD</Company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laureen.blickenstaff</dc:creator>
  <cp:keywords>Lesson Plan</cp:keywords>
  <dc:description/>
  <cp:lastModifiedBy>laureen.blickenstaff</cp:lastModifiedBy>
  <cp:revision>3</cp:revision>
  <cp:lastPrinted>2010-11-15T18:19:00Z</cp:lastPrinted>
  <dcterms:created xsi:type="dcterms:W3CDTF">2011-02-26T17:58:00Z</dcterms:created>
  <dcterms:modified xsi:type="dcterms:W3CDTF">2011-03-20T17:14:00Z</dcterms:modified>
  <cp:category>Lesson Plan</cp:category>
</cp:coreProperties>
</file>